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8D42C" w14:textId="77777777" w:rsidR="00C3567E" w:rsidRPr="00C3567E" w:rsidRDefault="00C3567E" w:rsidP="00C356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color w:val="000000"/>
          <w:sz w:val="36"/>
          <w:szCs w:val="24"/>
        </w:rPr>
      </w:pPr>
      <w:r w:rsidRPr="00C3567E">
        <w:rPr>
          <w:rFonts w:ascii="Arial" w:hAnsi="Arial" w:cs="Arial"/>
          <w:b/>
          <w:color w:val="000000"/>
          <w:sz w:val="36"/>
          <w:szCs w:val="24"/>
        </w:rPr>
        <w:t>ALLEGATO A)</w:t>
      </w:r>
    </w:p>
    <w:p w14:paraId="0FE07BBF" w14:textId="77777777" w:rsidR="00C3567E" w:rsidRPr="00C3567E" w:rsidRDefault="00C3567E" w:rsidP="00C356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color w:val="000000"/>
          <w:sz w:val="36"/>
          <w:szCs w:val="24"/>
        </w:rPr>
      </w:pPr>
    </w:p>
    <w:p w14:paraId="31F8071C" w14:textId="77777777" w:rsidR="00C3567E" w:rsidRPr="00C3567E" w:rsidRDefault="00C3567E" w:rsidP="00C356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Cs/>
          <w:color w:val="000000"/>
          <w:sz w:val="36"/>
          <w:szCs w:val="24"/>
        </w:rPr>
      </w:pPr>
    </w:p>
    <w:p w14:paraId="133583E8" w14:textId="586C6570" w:rsidR="00C3567E" w:rsidRPr="00C3567E" w:rsidRDefault="00C3567E" w:rsidP="00C356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ook Antiqua" w:hAnsi="Book Antiqua" w:cs="Tahoma"/>
          <w:bCs/>
          <w:color w:val="000000"/>
          <w:sz w:val="24"/>
          <w:szCs w:val="24"/>
        </w:rPr>
      </w:pPr>
      <w:r w:rsidRPr="00C3567E">
        <w:rPr>
          <w:rFonts w:ascii="Book Antiqua" w:hAnsi="Book Antiqua" w:cs="Tahoma"/>
          <w:bCs/>
          <w:color w:val="000000"/>
          <w:sz w:val="24"/>
          <w:szCs w:val="24"/>
        </w:rPr>
        <w:t xml:space="preserve">Elenco degli Istituti Scolastici facenti parte del Consorzio </w:t>
      </w:r>
      <w:r w:rsidRPr="00C3567E">
        <w:rPr>
          <w:rFonts w:ascii="Book Antiqua" w:hAnsi="Book Antiqua" w:cs="Calibri,Bold"/>
          <w:bCs/>
          <w:color w:val="000000"/>
          <w:sz w:val="24"/>
          <w:szCs w:val="24"/>
        </w:rPr>
        <w:t xml:space="preserve">Progetto Erasmus +KA1 SPORT.BAS che possono partecipare al bando del logo </w:t>
      </w:r>
    </w:p>
    <w:p w14:paraId="071220BE" w14:textId="77777777" w:rsidR="00C3567E" w:rsidRPr="00C3567E" w:rsidRDefault="00C3567E" w:rsidP="00C3567E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Book Antiqua" w:hAnsi="Book Antiqua" w:cs="Calibri"/>
          <w:sz w:val="24"/>
          <w:szCs w:val="24"/>
        </w:rPr>
      </w:pPr>
    </w:p>
    <w:p w14:paraId="5D7EDB1C" w14:textId="77777777" w:rsidR="00C3567E" w:rsidRPr="00C3567E" w:rsidRDefault="00C3567E" w:rsidP="00C3567E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Book Antiqua" w:hAnsi="Book Antiqua" w:cs="Calibri"/>
          <w:sz w:val="24"/>
          <w:szCs w:val="24"/>
        </w:rPr>
      </w:pPr>
    </w:p>
    <w:p w14:paraId="37DE4BD6" w14:textId="77777777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>Liceo “Rosa- Gianturco” di Potenza</w:t>
      </w:r>
    </w:p>
    <w:p w14:paraId="66102E8E" w14:textId="77777777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>Liceo Classico Statale “Q. Orazio Flacco” di Potenza</w:t>
      </w:r>
    </w:p>
    <w:p w14:paraId="15D6D7F4" w14:textId="77777777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>Liceo Scientifico Statale “Dante Alighieri” di Matera</w:t>
      </w:r>
    </w:p>
    <w:p w14:paraId="6E27615D" w14:textId="77777777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>IPSASR “Fortunato” di Potenza</w:t>
      </w:r>
    </w:p>
    <w:p w14:paraId="77CF0FB0" w14:textId="77777777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 xml:space="preserve">IIS “Fortunato” Rionero in Vulture </w:t>
      </w:r>
    </w:p>
    <w:p w14:paraId="5D99CA26" w14:textId="77777777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 xml:space="preserve">IIS “Federico II di Svevia” di Melfi </w:t>
      </w:r>
    </w:p>
    <w:p w14:paraId="6FECED57" w14:textId="77777777" w:rsid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 xml:space="preserve">IIS “Pitagora” di Montalbano Jonico </w:t>
      </w:r>
    </w:p>
    <w:p w14:paraId="59486205" w14:textId="25E937A1" w:rsidR="005E17B5" w:rsidRPr="00C3567E" w:rsidRDefault="005E17B5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>IIS “Da Vinci-Nitti” Potenza</w:t>
      </w:r>
    </w:p>
    <w:p w14:paraId="6F5A2521" w14:textId="77777777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 xml:space="preserve">IC Bella </w:t>
      </w:r>
    </w:p>
    <w:p w14:paraId="704F4D02" w14:textId="77777777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 xml:space="preserve">IC Brienza </w:t>
      </w:r>
    </w:p>
    <w:p w14:paraId="2D4A46D4" w14:textId="77777777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584" w:hanging="357"/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>IC Pietragalla</w:t>
      </w:r>
    </w:p>
    <w:p w14:paraId="158C0BA9" w14:textId="5EA46242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584" w:hanging="357"/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 xml:space="preserve">IC “Alfieri” di Laurenzana </w:t>
      </w:r>
    </w:p>
    <w:p w14:paraId="38A8014D" w14:textId="77777777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584" w:hanging="357"/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>IC “Ex circolo didattico” di Rionero in Vulture</w:t>
      </w:r>
    </w:p>
    <w:p w14:paraId="2046B593" w14:textId="77777777" w:rsidR="00C3567E" w:rsidRPr="00C3567E" w:rsidRDefault="00C3567E" w:rsidP="00C3567E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584" w:hanging="357"/>
        <w:rPr>
          <w:rFonts w:ascii="Book Antiqua" w:hAnsi="Book Antiqua"/>
          <w:iCs/>
        </w:rPr>
      </w:pPr>
      <w:r w:rsidRPr="00C3567E">
        <w:rPr>
          <w:rFonts w:ascii="Book Antiqua" w:hAnsi="Book Antiqua"/>
          <w:iCs/>
        </w:rPr>
        <w:t>IC “Granata” Rionero in Vulture</w:t>
      </w:r>
    </w:p>
    <w:p w14:paraId="02F0EF2E" w14:textId="4A22C8D3" w:rsidR="0040561A" w:rsidRPr="00C3567E" w:rsidRDefault="00C3567E" w:rsidP="00C356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Book Antiqua" w:hAnsi="Book Antiqua"/>
          <w:color w:val="000000"/>
          <w:sz w:val="24"/>
          <w:szCs w:val="24"/>
        </w:rPr>
      </w:pPr>
      <w:r w:rsidRPr="00C3567E">
        <w:rPr>
          <w:rFonts w:ascii="Book Antiqua" w:hAnsi="Book Antiqua"/>
          <w:color w:val="000000"/>
          <w:sz w:val="24"/>
          <w:szCs w:val="24"/>
        </w:rPr>
        <w:t xml:space="preserve"> </w:t>
      </w:r>
    </w:p>
    <w:sectPr w:rsidR="0040561A" w:rsidRPr="00C3567E" w:rsidSect="000C491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1134" w:bottom="340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91907" w14:textId="77777777" w:rsidR="004B785E" w:rsidRDefault="004B785E" w:rsidP="004B72B2">
      <w:pPr>
        <w:spacing w:after="0" w:line="240" w:lineRule="auto"/>
      </w:pPr>
      <w:r>
        <w:separator/>
      </w:r>
    </w:p>
  </w:endnote>
  <w:endnote w:type="continuationSeparator" w:id="0">
    <w:p w14:paraId="7DF46CCB" w14:textId="77777777" w:rsidR="004B785E" w:rsidRDefault="004B785E" w:rsidP="004B7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922E" w14:textId="77777777" w:rsidR="004D3105" w:rsidRDefault="004D3105" w:rsidP="004D3105">
    <w:pPr>
      <w:pStyle w:val="Pidipagina"/>
      <w:tabs>
        <w:tab w:val="left" w:pos="851"/>
      </w:tabs>
      <w:jc w:val="center"/>
      <w:rPr>
        <w:b/>
      </w:rPr>
    </w:pPr>
    <w:r>
      <w:t xml:space="preserve">Pag. </w:t>
    </w:r>
    <w:r w:rsidR="00623C94">
      <w:rPr>
        <w:b/>
      </w:rPr>
      <w:fldChar w:fldCharType="begin"/>
    </w:r>
    <w:r>
      <w:rPr>
        <w:b/>
      </w:rPr>
      <w:instrText>PAGE  \* Arabic  \* MERGEFORMAT</w:instrText>
    </w:r>
    <w:r w:rsidR="00623C94">
      <w:rPr>
        <w:b/>
      </w:rPr>
      <w:fldChar w:fldCharType="separate"/>
    </w:r>
    <w:r w:rsidR="0006490C">
      <w:rPr>
        <w:b/>
        <w:noProof/>
      </w:rPr>
      <w:t>2</w:t>
    </w:r>
    <w:r w:rsidR="00623C94">
      <w:rPr>
        <w:b/>
      </w:rPr>
      <w:fldChar w:fldCharType="end"/>
    </w:r>
    <w:r>
      <w:t xml:space="preserve"> di </w:t>
    </w:r>
    <w:r w:rsidR="00735828">
      <w:rPr>
        <w:b/>
        <w:noProof/>
      </w:rPr>
      <w:fldChar w:fldCharType="begin"/>
    </w:r>
    <w:r w:rsidR="00735828">
      <w:rPr>
        <w:b/>
        <w:noProof/>
      </w:rPr>
      <w:instrText>NUMPAGES  \* Arabic  \* MERGEFORMAT</w:instrText>
    </w:r>
    <w:r w:rsidR="00735828">
      <w:rPr>
        <w:b/>
        <w:noProof/>
      </w:rPr>
      <w:fldChar w:fldCharType="separate"/>
    </w:r>
    <w:r w:rsidR="0006490C">
      <w:rPr>
        <w:b/>
        <w:noProof/>
      </w:rPr>
      <w:t>2</w:t>
    </w:r>
    <w:r w:rsidR="00735828">
      <w:rPr>
        <w:b/>
        <w:noProof/>
      </w:rPr>
      <w:fldChar w:fldCharType="end"/>
    </w:r>
  </w:p>
  <w:p w14:paraId="63FC12BC" w14:textId="77777777" w:rsidR="00ED29CF" w:rsidRPr="00F80C50" w:rsidRDefault="00ED29CF" w:rsidP="00ED29CF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proofErr w:type="spellStart"/>
    <w:r w:rsidRPr="00F80C50">
      <w:rPr>
        <w:rFonts w:ascii="Times New Roman" w:hAnsi="Times New Roman"/>
        <w:sz w:val="18"/>
        <w:szCs w:val="18"/>
      </w:rPr>
      <w:t>pec</w:t>
    </w:r>
    <w:proofErr w:type="spellEnd"/>
    <w:r w:rsidRPr="00F80C50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drba@postacert.istruzione.it</w:t>
      </w:r>
    </w:hyperlink>
    <w:r w:rsidRPr="00F80C50">
      <w:rPr>
        <w:rFonts w:ascii="Times New Roman" w:hAnsi="Times New Roman"/>
        <w:sz w:val="18"/>
        <w:szCs w:val="18"/>
      </w:rPr>
      <w:t xml:space="preserve"> / e-mail: </w:t>
    </w:r>
    <w:hyperlink r:id="rId2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direzione-basilicata@istruzione.it</w:t>
      </w:r>
    </w:hyperlink>
    <w:r w:rsidRPr="00F80C50">
      <w:rPr>
        <w:rFonts w:ascii="Times New Roman" w:hAnsi="Times New Roman"/>
        <w:sz w:val="18"/>
        <w:szCs w:val="18"/>
      </w:rPr>
      <w:t xml:space="preserve"> / sito Internet: </w:t>
    </w:r>
    <w:hyperlink r:id="rId3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www.basilicata.istruzione.it</w:t>
      </w:r>
    </w:hyperlink>
  </w:p>
  <w:p w14:paraId="58679BF9" w14:textId="77777777" w:rsidR="00ED29CF" w:rsidRPr="00F80C50" w:rsidRDefault="00ED29CF" w:rsidP="00ED29CF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F80C50">
      <w:rPr>
        <w:rFonts w:ascii="Times New Roman" w:hAnsi="Times New Roman"/>
        <w:sz w:val="18"/>
        <w:szCs w:val="18"/>
      </w:rPr>
      <w:t>Codice per la fatturazione elettronica: K2CT3W per la contabilità generale, C40FNK per quella ordinaria / C.F.: 96013630767</w:t>
    </w:r>
  </w:p>
  <w:p w14:paraId="19D78BF5" w14:textId="77777777" w:rsidR="00ED29CF" w:rsidRPr="00F80C50" w:rsidRDefault="00ED29CF" w:rsidP="00ED29CF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F80C50">
      <w:rPr>
        <w:rFonts w:ascii="Times New Roman" w:hAnsi="Times New Roman"/>
        <w:sz w:val="18"/>
        <w:szCs w:val="18"/>
      </w:rPr>
      <w:t>Telefono: 0971449911</w:t>
    </w:r>
  </w:p>
  <w:p w14:paraId="0ABCE9DC" w14:textId="77777777" w:rsidR="004B72B2" w:rsidRPr="00E70BDB" w:rsidRDefault="004B72B2" w:rsidP="00910E54">
    <w:pPr>
      <w:pStyle w:val="Pidipagina"/>
      <w:jc w:val="both"/>
      <w:rPr>
        <w:rFonts w:ascii="Times New Roman" w:hAnsi="Times New Roman"/>
        <w:sz w:val="16"/>
        <w:szCs w:val="16"/>
      </w:rPr>
    </w:pPr>
    <w:r w:rsidRPr="00E70BDB">
      <w:rPr>
        <w:rFonts w:ascii="Times New Roman" w:hAnsi="Times New Roman"/>
        <w:sz w:val="16"/>
        <w:szCs w:val="16"/>
      </w:rPr>
      <w:tab/>
    </w:r>
  </w:p>
  <w:p w14:paraId="0C645665" w14:textId="77777777" w:rsidR="00E70BDB" w:rsidRDefault="00E70BDB" w:rsidP="00910E54">
    <w:pPr>
      <w:pStyle w:val="Pidipagina"/>
      <w:jc w:val="both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4909" w14:textId="77777777" w:rsidR="00F80C50" w:rsidRPr="00F80C50" w:rsidRDefault="00F80C50" w:rsidP="00F80C50">
    <w:pPr>
      <w:spacing w:after="0" w:line="240" w:lineRule="auto"/>
      <w:jc w:val="center"/>
      <w:rPr>
        <w:rFonts w:ascii="Times New Roman" w:hAnsi="Times New Roman"/>
        <w:sz w:val="16"/>
        <w:szCs w:val="16"/>
      </w:rPr>
    </w:pPr>
    <w:r w:rsidRPr="00F80C50">
      <w:rPr>
        <w:rFonts w:ascii="Times New Roman" w:hAnsi="Times New Roman"/>
        <w:sz w:val="16"/>
        <w:szCs w:val="16"/>
      </w:rPr>
      <w:t xml:space="preserve">pagina </w:t>
    </w:r>
    <w:r w:rsidRPr="00F80C50">
      <w:rPr>
        <w:rFonts w:ascii="Times New Roman" w:hAnsi="Times New Roman"/>
        <w:sz w:val="16"/>
        <w:szCs w:val="16"/>
      </w:rPr>
      <w:fldChar w:fldCharType="begin"/>
    </w:r>
    <w:r w:rsidRPr="00F80C50">
      <w:rPr>
        <w:rFonts w:ascii="Times New Roman" w:hAnsi="Times New Roman"/>
        <w:sz w:val="16"/>
        <w:szCs w:val="16"/>
      </w:rPr>
      <w:instrText xml:space="preserve"> PAGE </w:instrText>
    </w:r>
    <w:r w:rsidRPr="00F80C50">
      <w:rPr>
        <w:rFonts w:ascii="Times New Roman" w:hAnsi="Times New Roman"/>
        <w:sz w:val="16"/>
        <w:szCs w:val="16"/>
      </w:rPr>
      <w:fldChar w:fldCharType="separate"/>
    </w:r>
    <w:r w:rsidRPr="00F80C50">
      <w:rPr>
        <w:rFonts w:ascii="Times New Roman" w:hAnsi="Times New Roman"/>
        <w:sz w:val="16"/>
        <w:szCs w:val="16"/>
      </w:rPr>
      <w:t>1</w:t>
    </w:r>
    <w:r w:rsidRPr="00F80C50">
      <w:rPr>
        <w:rFonts w:ascii="Times New Roman" w:hAnsi="Times New Roman"/>
        <w:sz w:val="16"/>
        <w:szCs w:val="16"/>
      </w:rPr>
      <w:fldChar w:fldCharType="end"/>
    </w:r>
    <w:r w:rsidRPr="00F80C50">
      <w:rPr>
        <w:rFonts w:ascii="Times New Roman" w:hAnsi="Times New Roman"/>
        <w:sz w:val="16"/>
        <w:szCs w:val="16"/>
      </w:rPr>
      <w:t xml:space="preserve"> di </w:t>
    </w:r>
    <w:r w:rsidRPr="00F80C50">
      <w:rPr>
        <w:rFonts w:ascii="Times New Roman" w:hAnsi="Times New Roman"/>
        <w:sz w:val="16"/>
        <w:szCs w:val="16"/>
      </w:rPr>
      <w:fldChar w:fldCharType="begin"/>
    </w:r>
    <w:r w:rsidRPr="00F80C50">
      <w:rPr>
        <w:rFonts w:ascii="Times New Roman" w:hAnsi="Times New Roman"/>
        <w:sz w:val="16"/>
        <w:szCs w:val="16"/>
      </w:rPr>
      <w:instrText xml:space="preserve"> NUMPAGES </w:instrText>
    </w:r>
    <w:r w:rsidRPr="00F80C50">
      <w:rPr>
        <w:rFonts w:ascii="Times New Roman" w:hAnsi="Times New Roman"/>
        <w:sz w:val="16"/>
        <w:szCs w:val="16"/>
      </w:rPr>
      <w:fldChar w:fldCharType="separate"/>
    </w:r>
    <w:r w:rsidRPr="00F80C50">
      <w:rPr>
        <w:rFonts w:ascii="Times New Roman" w:hAnsi="Times New Roman"/>
        <w:sz w:val="16"/>
        <w:szCs w:val="16"/>
      </w:rPr>
      <w:t>2</w:t>
    </w:r>
    <w:r w:rsidRPr="00F80C50">
      <w:rPr>
        <w:rFonts w:ascii="Times New Roman" w:hAnsi="Times New Roman"/>
        <w:sz w:val="16"/>
        <w:szCs w:val="16"/>
      </w:rPr>
      <w:fldChar w:fldCharType="end"/>
    </w:r>
  </w:p>
  <w:p w14:paraId="611DD51B" w14:textId="77777777" w:rsidR="00F80C50" w:rsidRPr="00F80C50" w:rsidRDefault="00F80C50" w:rsidP="00F80C50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proofErr w:type="spellStart"/>
    <w:r w:rsidRPr="00F80C50">
      <w:rPr>
        <w:rFonts w:ascii="Times New Roman" w:hAnsi="Times New Roman"/>
        <w:sz w:val="18"/>
        <w:szCs w:val="18"/>
      </w:rPr>
      <w:t>pec</w:t>
    </w:r>
    <w:proofErr w:type="spellEnd"/>
    <w:r w:rsidRPr="00F80C50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drba@postacert.istruzione.it</w:t>
      </w:r>
    </w:hyperlink>
    <w:r w:rsidRPr="00F80C50">
      <w:rPr>
        <w:rFonts w:ascii="Times New Roman" w:hAnsi="Times New Roman"/>
        <w:sz w:val="18"/>
        <w:szCs w:val="18"/>
      </w:rPr>
      <w:t xml:space="preserve"> / e-mail: </w:t>
    </w:r>
    <w:hyperlink r:id="rId2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direzione-basilicata@istruzione.it</w:t>
      </w:r>
    </w:hyperlink>
    <w:r w:rsidRPr="00F80C50">
      <w:rPr>
        <w:rFonts w:ascii="Times New Roman" w:hAnsi="Times New Roman"/>
        <w:sz w:val="18"/>
        <w:szCs w:val="18"/>
      </w:rPr>
      <w:t xml:space="preserve"> / sito Internet: </w:t>
    </w:r>
    <w:hyperlink r:id="rId3" w:history="1">
      <w:r w:rsidRPr="00F80C50">
        <w:rPr>
          <w:rFonts w:ascii="Times New Roman" w:hAnsi="Times New Roman"/>
          <w:color w:val="0000FF"/>
          <w:sz w:val="18"/>
          <w:szCs w:val="18"/>
          <w:u w:val="single"/>
        </w:rPr>
        <w:t>www.basilicata.istruzione.it</w:t>
      </w:r>
    </w:hyperlink>
  </w:p>
  <w:p w14:paraId="508549CB" w14:textId="77777777" w:rsidR="00F80C50" w:rsidRPr="00F80C50" w:rsidRDefault="00F80C50" w:rsidP="00F80C50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F80C50">
      <w:rPr>
        <w:rFonts w:ascii="Times New Roman" w:hAnsi="Times New Roman"/>
        <w:sz w:val="18"/>
        <w:szCs w:val="18"/>
      </w:rPr>
      <w:t>Codice per la fatturazione elettronica: K2CT3W per la contabilità generale, C40FNK per quella ordinaria / C.F.: 96013630767</w:t>
    </w:r>
  </w:p>
  <w:p w14:paraId="246CDA8C" w14:textId="77777777" w:rsidR="00F80C50" w:rsidRPr="00F80C50" w:rsidRDefault="00F80C50" w:rsidP="00F80C50">
    <w:pPr>
      <w:tabs>
        <w:tab w:val="left" w:pos="851"/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F80C50">
      <w:rPr>
        <w:rFonts w:ascii="Times New Roman" w:hAnsi="Times New Roman"/>
        <w:sz w:val="18"/>
        <w:szCs w:val="18"/>
      </w:rPr>
      <w:t>Telefono: 0971449911</w:t>
    </w:r>
  </w:p>
  <w:p w14:paraId="794EC3CA" w14:textId="77777777" w:rsidR="004D3105" w:rsidRDefault="004D3105" w:rsidP="004D3105">
    <w:pPr>
      <w:pStyle w:val="Pidipagina"/>
    </w:pPr>
  </w:p>
  <w:p w14:paraId="5DBA0488" w14:textId="77777777" w:rsidR="00CB65D0" w:rsidRPr="004D3105" w:rsidRDefault="00CB65D0" w:rsidP="004D3105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AF563" w14:textId="77777777" w:rsidR="004B785E" w:rsidRDefault="004B785E" w:rsidP="004B72B2">
      <w:pPr>
        <w:spacing w:after="0" w:line="240" w:lineRule="auto"/>
      </w:pPr>
      <w:r>
        <w:separator/>
      </w:r>
    </w:p>
  </w:footnote>
  <w:footnote w:type="continuationSeparator" w:id="0">
    <w:p w14:paraId="0BD121F3" w14:textId="77777777" w:rsidR="004B785E" w:rsidRDefault="004B785E" w:rsidP="004B7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7FD3F" w14:textId="5CD67290" w:rsidR="00910E54" w:rsidRPr="00EF4B8C" w:rsidRDefault="00B36209" w:rsidP="00B36209">
    <w:pPr>
      <w:framePr w:w="10093" w:h="721" w:hSpace="141" w:wrap="around" w:vAnchor="page" w:hAnchor="page" w:x="670" w:y="653"/>
      <w:rPr>
        <w:rFonts w:ascii="Lucida Calligraphy" w:hAnsi="Lucida Calligraphy"/>
        <w:sz w:val="16"/>
        <w:szCs w:val="16"/>
      </w:rPr>
    </w:pPr>
    <w:r>
      <w:rPr>
        <w:rFonts w:ascii="English111 Adagio BT" w:hAnsi="English111 Adagio BT"/>
        <w:i/>
      </w:rPr>
      <w:t xml:space="preserve"> </w:t>
    </w:r>
    <w:r>
      <w:rPr>
        <w:noProof/>
      </w:rPr>
      <w:drawing>
        <wp:inline distT="0" distB="0" distL="0" distR="0" wp14:anchorId="29F5EF88" wp14:editId="5AF2F97D">
          <wp:extent cx="278130" cy="294005"/>
          <wp:effectExtent l="19050" t="0" r="7620" b="0"/>
          <wp:docPr id="2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English111 Adagio BT" w:hAnsi="English111 Adagio BT"/>
        <w:i/>
      </w:rPr>
      <w:t xml:space="preserve"> </w:t>
    </w:r>
    <w:r w:rsidR="00910E54">
      <w:rPr>
        <w:rFonts w:ascii="English111 Adagio BT" w:hAnsi="English111 Adagio BT"/>
        <w:i/>
      </w:rPr>
      <w:t>Ministero dell’</w:t>
    </w:r>
    <w:r w:rsidR="002C5399">
      <w:rPr>
        <w:rFonts w:ascii="English111 Adagio BT" w:hAnsi="English111 Adagio BT"/>
        <w:i/>
      </w:rPr>
      <w:t>i</w:t>
    </w:r>
    <w:r w:rsidR="00910E54" w:rsidRPr="007F498C">
      <w:rPr>
        <w:rFonts w:ascii="English111 Adagio BT" w:hAnsi="English111 Adagio BT"/>
        <w:i/>
      </w:rPr>
      <w:t>struzione</w:t>
    </w:r>
    <w:r w:rsidR="00364240">
      <w:rPr>
        <w:rFonts w:ascii="English111 Adagio BT" w:hAnsi="English111 Adagio BT"/>
        <w:i/>
      </w:rPr>
      <w:t xml:space="preserve"> e </w:t>
    </w:r>
    <w:r w:rsidR="00364240" w:rsidRPr="00364240">
      <w:rPr>
        <w:rFonts w:ascii="English111 Adagio BT" w:hAnsi="English111 Adagio BT"/>
        <w:i/>
        <w:sz w:val="24"/>
        <w:szCs w:val="24"/>
      </w:rPr>
      <w:t>del merito</w:t>
    </w:r>
    <w:r w:rsidR="004D3105" w:rsidRPr="00364240">
      <w:rPr>
        <w:rFonts w:ascii="English111 Adagio BT" w:hAnsi="English111 Adagio BT"/>
        <w:i/>
        <w:sz w:val="24"/>
        <w:szCs w:val="24"/>
      </w:rPr>
      <w:tab/>
    </w:r>
    <w:r w:rsidR="004D3105">
      <w:rPr>
        <w:rFonts w:ascii="English111 Adagio BT" w:hAnsi="English111 Adagio BT"/>
        <w:i/>
      </w:rPr>
      <w:tab/>
    </w:r>
    <w:r w:rsidR="004D3105">
      <w:rPr>
        <w:rFonts w:ascii="English111 Adagio BT" w:hAnsi="English111 Adagio BT"/>
        <w:i/>
      </w:rPr>
      <w:tab/>
    </w:r>
    <w:r w:rsidR="004D3105">
      <w:rPr>
        <w:rFonts w:ascii="English111 Adagio BT" w:hAnsi="English111 Adagio BT"/>
        <w:i/>
      </w:rPr>
      <w:tab/>
    </w:r>
    <w:r w:rsidR="00910E54" w:rsidRPr="007F498C">
      <w:rPr>
        <w:rFonts w:ascii="Constantia" w:hAnsi="Constantia"/>
        <w:i/>
        <w:sz w:val="16"/>
        <w:szCs w:val="16"/>
      </w:rPr>
      <w:t xml:space="preserve"> </w:t>
    </w:r>
    <w:r w:rsidR="00364240">
      <w:rPr>
        <w:rFonts w:ascii="Constantia" w:hAnsi="Constantia"/>
        <w:i/>
        <w:sz w:val="16"/>
        <w:szCs w:val="16"/>
      </w:rPr>
      <w:t xml:space="preserve">     </w:t>
    </w:r>
    <w:r w:rsidR="00ED29CF">
      <w:rPr>
        <w:rFonts w:ascii="Constantia" w:hAnsi="Constantia"/>
        <w:i/>
        <w:sz w:val="16"/>
        <w:szCs w:val="16"/>
      </w:rPr>
      <w:t xml:space="preserve">                                            </w:t>
    </w:r>
    <w:r w:rsidR="00364240">
      <w:rPr>
        <w:rFonts w:ascii="Constantia" w:hAnsi="Constantia"/>
        <w:i/>
        <w:sz w:val="16"/>
        <w:szCs w:val="16"/>
      </w:rPr>
      <w:t xml:space="preserve"> </w:t>
    </w:r>
    <w:r w:rsidR="00C7065D">
      <w:rPr>
        <w:rFonts w:ascii="Times New Roman" w:hAnsi="Times New Roman"/>
        <w:i/>
        <w:sz w:val="16"/>
        <w:szCs w:val="16"/>
      </w:rPr>
      <w:t>USR</w:t>
    </w:r>
    <w:r w:rsidR="00910E54" w:rsidRPr="00BA4AE2">
      <w:rPr>
        <w:rFonts w:ascii="Times New Roman" w:hAnsi="Times New Roman"/>
        <w:i/>
        <w:sz w:val="16"/>
        <w:szCs w:val="16"/>
      </w:rPr>
      <w:t xml:space="preserve"> </w:t>
    </w:r>
    <w:r w:rsidR="00ED29CF">
      <w:rPr>
        <w:rFonts w:ascii="Times New Roman" w:hAnsi="Times New Roman"/>
        <w:i/>
        <w:sz w:val="16"/>
        <w:szCs w:val="16"/>
      </w:rPr>
      <w:t xml:space="preserve">per la </w:t>
    </w:r>
    <w:r w:rsidR="00910E54" w:rsidRPr="00BA4AE2">
      <w:rPr>
        <w:rFonts w:ascii="Times New Roman" w:hAnsi="Times New Roman"/>
        <w:i/>
        <w:sz w:val="16"/>
        <w:szCs w:val="16"/>
      </w:rPr>
      <w:t>Basilicata</w:t>
    </w:r>
    <w:r w:rsidR="00DB0556">
      <w:rPr>
        <w:rFonts w:ascii="Times New Roman" w:hAnsi="Times New Roman"/>
        <w:i/>
        <w:sz w:val="16"/>
        <w:szCs w:val="16"/>
      </w:rPr>
      <w:t xml:space="preserve"> </w:t>
    </w:r>
  </w:p>
  <w:p w14:paraId="789B1AEC" w14:textId="03379BD7" w:rsidR="00910E54" w:rsidRPr="00910E54" w:rsidRDefault="00910E54" w:rsidP="00910E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E1237" w14:textId="77777777" w:rsidR="004B72B2" w:rsidRDefault="00E17D83" w:rsidP="00910E54">
    <w:pPr>
      <w:spacing w:after="0" w:line="240" w:lineRule="auto"/>
      <w:jc w:val="center"/>
    </w:pPr>
    <w:r>
      <w:rPr>
        <w:noProof/>
      </w:rPr>
      <w:drawing>
        <wp:inline distT="0" distB="0" distL="0" distR="0" wp14:anchorId="18A25DA5" wp14:editId="27EF4721">
          <wp:extent cx="643890" cy="659765"/>
          <wp:effectExtent l="19050" t="0" r="3810" b="0"/>
          <wp:docPr id="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6DD8DD2" w14:textId="160395E1" w:rsidR="004B72B2" w:rsidRPr="00284783" w:rsidRDefault="004B72B2" w:rsidP="00910E54">
    <w:pPr>
      <w:tabs>
        <w:tab w:val="left" w:pos="2268"/>
      </w:tabs>
      <w:spacing w:after="0" w:line="520" w:lineRule="exact"/>
      <w:jc w:val="center"/>
      <w:rPr>
        <w:rFonts w:ascii="English111 Adagio BT" w:hAnsi="English111 Adagio BT"/>
        <w:i/>
        <w:sz w:val="52"/>
        <w:szCs w:val="52"/>
      </w:rPr>
    </w:pPr>
    <w:r w:rsidRPr="00284783">
      <w:rPr>
        <w:rFonts w:ascii="English111 Adagio BT" w:hAnsi="English111 Adagio BT"/>
        <w:i/>
        <w:sz w:val="52"/>
        <w:szCs w:val="52"/>
      </w:rPr>
      <w:t>Ministero dell’</w:t>
    </w:r>
    <w:r w:rsidR="00364240">
      <w:rPr>
        <w:rFonts w:ascii="English111 Adagio BT" w:hAnsi="English111 Adagio BT"/>
        <w:i/>
        <w:sz w:val="52"/>
        <w:szCs w:val="52"/>
      </w:rPr>
      <w:t>i</w:t>
    </w:r>
    <w:r w:rsidRPr="00284783">
      <w:rPr>
        <w:rFonts w:ascii="English111 Adagio BT" w:hAnsi="English111 Adagio BT"/>
        <w:i/>
        <w:sz w:val="52"/>
        <w:szCs w:val="52"/>
      </w:rPr>
      <w:t>struzione</w:t>
    </w:r>
    <w:r w:rsidR="00364240">
      <w:rPr>
        <w:rFonts w:ascii="English111 Adagio BT" w:hAnsi="English111 Adagio BT"/>
        <w:i/>
        <w:sz w:val="52"/>
        <w:szCs w:val="52"/>
      </w:rPr>
      <w:t xml:space="preserve"> e del merito</w:t>
    </w:r>
  </w:p>
  <w:p w14:paraId="7C9657DB" w14:textId="77777777" w:rsidR="00CB65D0" w:rsidRPr="00CB65D0" w:rsidRDefault="00CB65D0" w:rsidP="00CB65D0">
    <w:pPr>
      <w:spacing w:after="0" w:line="240" w:lineRule="auto"/>
      <w:jc w:val="center"/>
      <w:rPr>
        <w:rFonts w:ascii="Times New Roman" w:hAnsi="Times New Roman"/>
        <w:b/>
        <w:i/>
        <w:sz w:val="31"/>
        <w:szCs w:val="31"/>
      </w:rPr>
    </w:pPr>
    <w:r w:rsidRPr="00CB65D0">
      <w:rPr>
        <w:rFonts w:ascii="Times New Roman" w:hAnsi="Times New Roman"/>
        <w:b/>
        <w:bCs/>
        <w:i/>
        <w:iCs/>
        <w:sz w:val="31"/>
        <w:szCs w:val="31"/>
      </w:rPr>
      <w:t>Ufficio Scolastico Regionale per la Basilicata</w:t>
    </w:r>
  </w:p>
  <w:p w14:paraId="717A7A3C" w14:textId="77777777" w:rsidR="00F80C50" w:rsidRPr="00F80C50" w:rsidRDefault="00F80C50" w:rsidP="00F80C50">
    <w:pPr>
      <w:spacing w:after="0" w:line="240" w:lineRule="auto"/>
      <w:jc w:val="center"/>
      <w:rPr>
        <w:rFonts w:ascii="Times New Roman" w:hAnsi="Times New Roman"/>
        <w:b/>
        <w:bCs/>
        <w:i/>
        <w:iCs/>
        <w:sz w:val="28"/>
        <w:szCs w:val="28"/>
      </w:rPr>
    </w:pPr>
    <w:r w:rsidRPr="00F80C50">
      <w:rPr>
        <w:rFonts w:ascii="Times New Roman" w:hAnsi="Times New Roman"/>
        <w:b/>
        <w:bCs/>
        <w:i/>
        <w:iCs/>
        <w:sz w:val="28"/>
        <w:szCs w:val="28"/>
      </w:rPr>
      <w:t>Ufficio I - Affari Generali e personale della Scuola</w:t>
    </w:r>
  </w:p>
  <w:p w14:paraId="02B050D4" w14:textId="77777777" w:rsidR="00F80C50" w:rsidRPr="00F80C50" w:rsidRDefault="00F80C50" w:rsidP="00F80C50">
    <w:pPr>
      <w:tabs>
        <w:tab w:val="center" w:pos="4819"/>
        <w:tab w:val="right" w:pos="9638"/>
      </w:tabs>
      <w:spacing w:after="240" w:line="240" w:lineRule="auto"/>
      <w:jc w:val="center"/>
      <w:rPr>
        <w:rFonts w:ascii="Times New Roman" w:hAnsi="Times New Roman"/>
        <w:sz w:val="20"/>
        <w:szCs w:val="20"/>
      </w:rPr>
    </w:pPr>
    <w:r w:rsidRPr="00F80C50">
      <w:rPr>
        <w:rFonts w:ascii="Times New Roman" w:hAnsi="Times New Roman"/>
        <w:sz w:val="20"/>
        <w:szCs w:val="20"/>
      </w:rPr>
      <w:t xml:space="preserve">Piazza delle Regioni s.n.c. - 85100 Potenza - Codice </w:t>
    </w:r>
    <w:proofErr w:type="spellStart"/>
    <w:r w:rsidRPr="00F80C50">
      <w:rPr>
        <w:rFonts w:ascii="Times New Roman" w:hAnsi="Times New Roman"/>
        <w:sz w:val="20"/>
        <w:szCs w:val="20"/>
      </w:rPr>
      <w:t>Ipa</w:t>
    </w:r>
    <w:proofErr w:type="spellEnd"/>
    <w:r w:rsidRPr="00F80C50">
      <w:rPr>
        <w:rFonts w:ascii="Times New Roman" w:hAnsi="Times New Roman"/>
        <w:sz w:val="20"/>
        <w:szCs w:val="20"/>
      </w:rPr>
      <w:t xml:space="preserve">: </w:t>
    </w:r>
    <w:proofErr w:type="spellStart"/>
    <w:r w:rsidRPr="00F80C50">
      <w:rPr>
        <w:rFonts w:ascii="Times New Roman" w:hAnsi="Times New Roman"/>
        <w:sz w:val="20"/>
        <w:szCs w:val="20"/>
      </w:rPr>
      <w:t>m_pi</w:t>
    </w:r>
    <w:proofErr w:type="spellEnd"/>
  </w:p>
  <w:p w14:paraId="7FA99F1D" w14:textId="77777777" w:rsidR="004B72B2" w:rsidRPr="003049F0" w:rsidRDefault="004B72B2">
    <w:pPr>
      <w:pStyle w:val="Intestazione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87BB2"/>
    <w:multiLevelType w:val="hybridMultilevel"/>
    <w:tmpl w:val="5C6C23C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6839"/>
    <w:multiLevelType w:val="hybridMultilevel"/>
    <w:tmpl w:val="4EA691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61931"/>
    <w:multiLevelType w:val="hybridMultilevel"/>
    <w:tmpl w:val="4E20B732"/>
    <w:lvl w:ilvl="0" w:tplc="BDCA737E">
      <w:numFmt w:val="bullet"/>
      <w:lvlText w:val="-"/>
      <w:lvlJc w:val="left"/>
      <w:pPr>
        <w:ind w:left="360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3D6D25"/>
    <w:multiLevelType w:val="hybridMultilevel"/>
    <w:tmpl w:val="2194B072"/>
    <w:lvl w:ilvl="0" w:tplc="318E7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F258D"/>
    <w:multiLevelType w:val="hybridMultilevel"/>
    <w:tmpl w:val="821858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F64EF"/>
    <w:multiLevelType w:val="hybridMultilevel"/>
    <w:tmpl w:val="D376F4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6641A1"/>
    <w:multiLevelType w:val="hybridMultilevel"/>
    <w:tmpl w:val="2148461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512533">
    <w:abstractNumId w:val="3"/>
  </w:num>
  <w:num w:numId="2" w16cid:durableId="1643197842">
    <w:abstractNumId w:val="4"/>
  </w:num>
  <w:num w:numId="3" w16cid:durableId="496388530">
    <w:abstractNumId w:val="5"/>
  </w:num>
  <w:num w:numId="4" w16cid:durableId="2065054787">
    <w:abstractNumId w:val="1"/>
  </w:num>
  <w:num w:numId="5" w16cid:durableId="234702232">
    <w:abstractNumId w:val="2"/>
  </w:num>
  <w:num w:numId="6" w16cid:durableId="726731843">
    <w:abstractNumId w:val="0"/>
  </w:num>
  <w:num w:numId="7" w16cid:durableId="1266291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9D0"/>
    <w:rsid w:val="0000096A"/>
    <w:rsid w:val="0000348F"/>
    <w:rsid w:val="000054D1"/>
    <w:rsid w:val="0000585A"/>
    <w:rsid w:val="0006490C"/>
    <w:rsid w:val="00067706"/>
    <w:rsid w:val="000727E5"/>
    <w:rsid w:val="000A3884"/>
    <w:rsid w:val="000B1FEF"/>
    <w:rsid w:val="000B5D49"/>
    <w:rsid w:val="000C4914"/>
    <w:rsid w:val="000D13A6"/>
    <w:rsid w:val="000D14AE"/>
    <w:rsid w:val="000D7513"/>
    <w:rsid w:val="000E5AF9"/>
    <w:rsid w:val="00102114"/>
    <w:rsid w:val="00107B05"/>
    <w:rsid w:val="00121084"/>
    <w:rsid w:val="0013052B"/>
    <w:rsid w:val="00136959"/>
    <w:rsid w:val="0014773E"/>
    <w:rsid w:val="00157E16"/>
    <w:rsid w:val="001C3640"/>
    <w:rsid w:val="001C682E"/>
    <w:rsid w:val="001E5A6F"/>
    <w:rsid w:val="001F1353"/>
    <w:rsid w:val="00207298"/>
    <w:rsid w:val="00207613"/>
    <w:rsid w:val="00230523"/>
    <w:rsid w:val="00235E54"/>
    <w:rsid w:val="00242D1D"/>
    <w:rsid w:val="0026504A"/>
    <w:rsid w:val="0026551A"/>
    <w:rsid w:val="00266335"/>
    <w:rsid w:val="00271FF5"/>
    <w:rsid w:val="00272431"/>
    <w:rsid w:val="0028159C"/>
    <w:rsid w:val="0029128A"/>
    <w:rsid w:val="002951B4"/>
    <w:rsid w:val="002A770B"/>
    <w:rsid w:val="002C3EF9"/>
    <w:rsid w:val="002C5399"/>
    <w:rsid w:val="002D7A12"/>
    <w:rsid w:val="0030253F"/>
    <w:rsid w:val="003049F0"/>
    <w:rsid w:val="003234A9"/>
    <w:rsid w:val="003601F9"/>
    <w:rsid w:val="00360915"/>
    <w:rsid w:val="00364240"/>
    <w:rsid w:val="00392402"/>
    <w:rsid w:val="003A0BA1"/>
    <w:rsid w:val="003A3F2C"/>
    <w:rsid w:val="003B3DBF"/>
    <w:rsid w:val="003D0EE4"/>
    <w:rsid w:val="0040561A"/>
    <w:rsid w:val="0041204A"/>
    <w:rsid w:val="00416FDA"/>
    <w:rsid w:val="00431681"/>
    <w:rsid w:val="004377A0"/>
    <w:rsid w:val="004662B6"/>
    <w:rsid w:val="00480541"/>
    <w:rsid w:val="004A2269"/>
    <w:rsid w:val="004B2A6C"/>
    <w:rsid w:val="004B5F8B"/>
    <w:rsid w:val="004B72B2"/>
    <w:rsid w:val="004B785E"/>
    <w:rsid w:val="004C523D"/>
    <w:rsid w:val="004D3105"/>
    <w:rsid w:val="004E3C10"/>
    <w:rsid w:val="004E7774"/>
    <w:rsid w:val="004F0B4F"/>
    <w:rsid w:val="005277C4"/>
    <w:rsid w:val="00535EF1"/>
    <w:rsid w:val="00573505"/>
    <w:rsid w:val="00574931"/>
    <w:rsid w:val="005A01D7"/>
    <w:rsid w:val="005A1AE5"/>
    <w:rsid w:val="005A735F"/>
    <w:rsid w:val="005E17B5"/>
    <w:rsid w:val="005E3491"/>
    <w:rsid w:val="00606F94"/>
    <w:rsid w:val="00611B7A"/>
    <w:rsid w:val="00614E49"/>
    <w:rsid w:val="00623C94"/>
    <w:rsid w:val="00640E9C"/>
    <w:rsid w:val="006540F0"/>
    <w:rsid w:val="0065575D"/>
    <w:rsid w:val="00657EFD"/>
    <w:rsid w:val="00664892"/>
    <w:rsid w:val="0067724C"/>
    <w:rsid w:val="006B6463"/>
    <w:rsid w:val="006C0BA0"/>
    <w:rsid w:val="00720C20"/>
    <w:rsid w:val="00723EC7"/>
    <w:rsid w:val="00724594"/>
    <w:rsid w:val="00727F3D"/>
    <w:rsid w:val="00735828"/>
    <w:rsid w:val="007430C0"/>
    <w:rsid w:val="007535EE"/>
    <w:rsid w:val="00754B76"/>
    <w:rsid w:val="007B1277"/>
    <w:rsid w:val="007C7270"/>
    <w:rsid w:val="007E36D8"/>
    <w:rsid w:val="007F037F"/>
    <w:rsid w:val="008115DD"/>
    <w:rsid w:val="00826113"/>
    <w:rsid w:val="00830B38"/>
    <w:rsid w:val="008355EF"/>
    <w:rsid w:val="008403A7"/>
    <w:rsid w:val="00874821"/>
    <w:rsid w:val="00877E2B"/>
    <w:rsid w:val="008B02F7"/>
    <w:rsid w:val="008B501E"/>
    <w:rsid w:val="008B5AF5"/>
    <w:rsid w:val="008B5F43"/>
    <w:rsid w:val="008C7D3D"/>
    <w:rsid w:val="008D42A1"/>
    <w:rsid w:val="008D668A"/>
    <w:rsid w:val="008F75AF"/>
    <w:rsid w:val="0090410D"/>
    <w:rsid w:val="0090787B"/>
    <w:rsid w:val="00910E54"/>
    <w:rsid w:val="0093172F"/>
    <w:rsid w:val="0093575E"/>
    <w:rsid w:val="009445DE"/>
    <w:rsid w:val="00954C9D"/>
    <w:rsid w:val="00963EAD"/>
    <w:rsid w:val="00971981"/>
    <w:rsid w:val="00983DA3"/>
    <w:rsid w:val="00984A78"/>
    <w:rsid w:val="009A1ECB"/>
    <w:rsid w:val="009C634B"/>
    <w:rsid w:val="00A008CD"/>
    <w:rsid w:val="00A1661D"/>
    <w:rsid w:val="00A35AEB"/>
    <w:rsid w:val="00A44DE9"/>
    <w:rsid w:val="00A6235B"/>
    <w:rsid w:val="00AA1A6C"/>
    <w:rsid w:val="00AC5307"/>
    <w:rsid w:val="00B222E0"/>
    <w:rsid w:val="00B32822"/>
    <w:rsid w:val="00B36209"/>
    <w:rsid w:val="00B5029A"/>
    <w:rsid w:val="00B63AB9"/>
    <w:rsid w:val="00B63D94"/>
    <w:rsid w:val="00B80425"/>
    <w:rsid w:val="00B8430C"/>
    <w:rsid w:val="00BA4AE2"/>
    <w:rsid w:val="00BA59CD"/>
    <w:rsid w:val="00BD1B60"/>
    <w:rsid w:val="00BD2201"/>
    <w:rsid w:val="00BD64D8"/>
    <w:rsid w:val="00C041D3"/>
    <w:rsid w:val="00C13610"/>
    <w:rsid w:val="00C3567E"/>
    <w:rsid w:val="00C35DA5"/>
    <w:rsid w:val="00C3658F"/>
    <w:rsid w:val="00C44AAD"/>
    <w:rsid w:val="00C7065D"/>
    <w:rsid w:val="00CA347A"/>
    <w:rsid w:val="00CB65D0"/>
    <w:rsid w:val="00CC338C"/>
    <w:rsid w:val="00CC649D"/>
    <w:rsid w:val="00CD5A93"/>
    <w:rsid w:val="00CF53DC"/>
    <w:rsid w:val="00CF67E2"/>
    <w:rsid w:val="00D04C37"/>
    <w:rsid w:val="00D149D0"/>
    <w:rsid w:val="00D32F7D"/>
    <w:rsid w:val="00D42D2A"/>
    <w:rsid w:val="00D42DC0"/>
    <w:rsid w:val="00D52F9F"/>
    <w:rsid w:val="00D6654C"/>
    <w:rsid w:val="00D81629"/>
    <w:rsid w:val="00D84BB3"/>
    <w:rsid w:val="00D934EB"/>
    <w:rsid w:val="00DB0556"/>
    <w:rsid w:val="00DD3D5D"/>
    <w:rsid w:val="00E05FA2"/>
    <w:rsid w:val="00E10B15"/>
    <w:rsid w:val="00E134D4"/>
    <w:rsid w:val="00E17D83"/>
    <w:rsid w:val="00E345B9"/>
    <w:rsid w:val="00E42103"/>
    <w:rsid w:val="00E70BDB"/>
    <w:rsid w:val="00E82EE1"/>
    <w:rsid w:val="00EA2184"/>
    <w:rsid w:val="00EB02B7"/>
    <w:rsid w:val="00ED29CF"/>
    <w:rsid w:val="00F44389"/>
    <w:rsid w:val="00F46F39"/>
    <w:rsid w:val="00F56FB2"/>
    <w:rsid w:val="00F80C50"/>
    <w:rsid w:val="00F8301A"/>
    <w:rsid w:val="00F920DE"/>
    <w:rsid w:val="00FA0FD7"/>
    <w:rsid w:val="00FB60A3"/>
    <w:rsid w:val="00FC00C3"/>
    <w:rsid w:val="00FC5E9C"/>
    <w:rsid w:val="00FD1641"/>
    <w:rsid w:val="00F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E8382"/>
  <w15:docId w15:val="{D1E1F1B6-0B49-4230-9EB2-427C3144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29CF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2B2"/>
  </w:style>
  <w:style w:type="paragraph" w:styleId="Pidipagina">
    <w:name w:val="footer"/>
    <w:basedOn w:val="Normale"/>
    <w:link w:val="Pidipagina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72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B72B2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4B72B2"/>
    <w:rPr>
      <w:color w:val="0000FF"/>
      <w:u w:val="single"/>
    </w:rPr>
  </w:style>
  <w:style w:type="character" w:styleId="Numeropagina">
    <w:name w:val="page number"/>
    <w:basedOn w:val="Carpredefinitoparagrafo"/>
    <w:rsid w:val="004B72B2"/>
  </w:style>
  <w:style w:type="character" w:styleId="Enfasigrassetto">
    <w:name w:val="Strong"/>
    <w:uiPriority w:val="22"/>
    <w:qFormat/>
    <w:rsid w:val="00272431"/>
    <w:rPr>
      <w:b/>
      <w:bCs/>
    </w:rPr>
  </w:style>
  <w:style w:type="paragraph" w:styleId="Nessunaspaziatura">
    <w:name w:val="No Spacing"/>
    <w:uiPriority w:val="1"/>
    <w:qFormat/>
    <w:rsid w:val="00D6654C"/>
    <w:rPr>
      <w:rFonts w:eastAsia="Calibri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5E5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35E54"/>
    <w:rPr>
      <w:color w:val="800080" w:themeColor="followedHyperlink"/>
      <w:u w:val="single"/>
    </w:rPr>
  </w:style>
  <w:style w:type="paragraph" w:styleId="NormaleWeb">
    <w:name w:val="Normal (Web)"/>
    <w:basedOn w:val="Normale"/>
    <w:rsid w:val="002655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7245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724594"/>
    <w:rPr>
      <w:rFonts w:ascii="Courier New" w:hAnsi="Courier New" w:cs="Courier New"/>
    </w:rPr>
  </w:style>
  <w:style w:type="paragraph" w:styleId="Paragrafoelenco">
    <w:name w:val="List Paragraph"/>
    <w:basedOn w:val="Normale"/>
    <w:uiPriority w:val="34"/>
    <w:qFormat/>
    <w:rsid w:val="0072459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silicata.istruzione.it" TargetMode="External"/><Relationship Id="rId2" Type="http://schemas.openxmlformats.org/officeDocument/2006/relationships/hyperlink" Target="mailto:direzione-basilicata@istruzione.it" TargetMode="External"/><Relationship Id="rId1" Type="http://schemas.openxmlformats.org/officeDocument/2006/relationships/hyperlink" Target="mailto:drba@postacert.istruzion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silicata.istruzione.it" TargetMode="External"/><Relationship Id="rId2" Type="http://schemas.openxmlformats.org/officeDocument/2006/relationships/hyperlink" Target="mailto:direzione-basilicata@istruzione.it" TargetMode="External"/><Relationship Id="rId1" Type="http://schemas.openxmlformats.org/officeDocument/2006/relationships/hyperlink" Target="mailto:drb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Carta%20intestata%20ATP%20Potenz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8476B-CAC2-418E-A4E3-24D4E40F6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ATP Potenza.dot</Template>
  <TotalTime>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Links>
    <vt:vector size="36" baseType="variant">
      <vt:variant>
        <vt:i4>589835</vt:i4>
      </vt:variant>
      <vt:variant>
        <vt:i4>27</vt:i4>
      </vt:variant>
      <vt:variant>
        <vt:i4>0</vt:i4>
      </vt:variant>
      <vt:variant>
        <vt:i4>5</vt:i4>
      </vt:variant>
      <vt:variant>
        <vt:lpwstr>http://www.istruzionepotenza.it/</vt:lpwstr>
      </vt:variant>
      <vt:variant>
        <vt:lpwstr/>
      </vt:variant>
      <vt:variant>
        <vt:i4>5177388</vt:i4>
      </vt:variant>
      <vt:variant>
        <vt:i4>24</vt:i4>
      </vt:variant>
      <vt:variant>
        <vt:i4>0</vt:i4>
      </vt:variant>
      <vt:variant>
        <vt:i4>5</vt:i4>
      </vt:variant>
      <vt:variant>
        <vt:lpwstr>mailto:usp.pz@istruzione.it</vt:lpwstr>
      </vt:variant>
      <vt:variant>
        <vt:lpwstr/>
      </vt:variant>
      <vt:variant>
        <vt:i4>5963829</vt:i4>
      </vt:variant>
      <vt:variant>
        <vt:i4>21</vt:i4>
      </vt:variant>
      <vt:variant>
        <vt:i4>0</vt:i4>
      </vt:variant>
      <vt:variant>
        <vt:i4>5</vt:i4>
      </vt:variant>
      <vt:variant>
        <vt:lpwstr>mailto:usppz@postacert.istruzione.it</vt:lpwstr>
      </vt:variant>
      <vt:variant>
        <vt:lpwstr/>
      </vt:variant>
      <vt:variant>
        <vt:i4>589835</vt:i4>
      </vt:variant>
      <vt:variant>
        <vt:i4>12</vt:i4>
      </vt:variant>
      <vt:variant>
        <vt:i4>0</vt:i4>
      </vt:variant>
      <vt:variant>
        <vt:i4>5</vt:i4>
      </vt:variant>
      <vt:variant>
        <vt:lpwstr>http://www.istruzionepotenza.it/</vt:lpwstr>
      </vt:variant>
      <vt:variant>
        <vt:lpwstr/>
      </vt:variant>
      <vt:variant>
        <vt:i4>5177388</vt:i4>
      </vt:variant>
      <vt:variant>
        <vt:i4>9</vt:i4>
      </vt:variant>
      <vt:variant>
        <vt:i4>0</vt:i4>
      </vt:variant>
      <vt:variant>
        <vt:i4>5</vt:i4>
      </vt:variant>
      <vt:variant>
        <vt:lpwstr>mailto:usp.pz@istruzione.it</vt:lpwstr>
      </vt:variant>
      <vt:variant>
        <vt:lpwstr/>
      </vt:variant>
      <vt:variant>
        <vt:i4>5963829</vt:i4>
      </vt:variant>
      <vt:variant>
        <vt:i4>6</vt:i4>
      </vt:variant>
      <vt:variant>
        <vt:i4>0</vt:i4>
      </vt:variant>
      <vt:variant>
        <vt:i4>5</vt:i4>
      </vt:variant>
      <vt:variant>
        <vt:lpwstr>mailto:usppz@postacert.istruzione.it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Debora Infante</cp:lastModifiedBy>
  <cp:revision>5</cp:revision>
  <cp:lastPrinted>2015-11-10T08:54:00Z</cp:lastPrinted>
  <dcterms:created xsi:type="dcterms:W3CDTF">2023-09-06T06:27:00Z</dcterms:created>
  <dcterms:modified xsi:type="dcterms:W3CDTF">2023-12-20T06:39:00Z</dcterms:modified>
</cp:coreProperties>
</file>